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C49" w:rsidRDefault="00E065A9">
      <w:r>
        <w:rPr>
          <w:noProof/>
          <w:lang w:val="en-AU" w:eastAsia="en-A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-1152525</wp:posOffset>
            </wp:positionH>
            <wp:positionV relativeFrom="paragraph">
              <wp:posOffset>-911860</wp:posOffset>
            </wp:positionV>
            <wp:extent cx="10058400" cy="7772400"/>
            <wp:effectExtent l="19050" t="0" r="0" b="0"/>
            <wp:wrapNone/>
            <wp:docPr id="47" name="Picture 47" descr="brochure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brochure_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0" cy="777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4C49" w:rsidRDefault="00150442">
      <w:r w:rsidRPr="0015044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96pt;margin-top:96.5pt;width:153pt;height:78.9pt;z-index:251654656" filled="f" stroked="f">
            <v:textbox style="mso-next-textbox:#_x0000_s1030">
              <w:txbxContent>
                <w:p w:rsidR="00D427E3" w:rsidRDefault="00401A31" w:rsidP="00564C49">
                  <w:pPr>
                    <w:pStyle w:val="PLACEHEADLINE01"/>
                  </w:pPr>
                  <w:r>
                    <w:t>Young Crisis Accommodation Centre Inc</w:t>
                  </w:r>
                </w:p>
                <w:p w:rsidR="00D427E3" w:rsidRDefault="00D427E3" w:rsidP="00564C49">
                  <w:pPr>
                    <w:pStyle w:val="PLACEHEADLINE01"/>
                  </w:pPr>
                </w:p>
                <w:p w:rsidR="00564C49" w:rsidRPr="00564C49" w:rsidRDefault="00401A31" w:rsidP="00564C49">
                  <w:pPr>
                    <w:pStyle w:val="PLACEHEADLINE01"/>
                  </w:pPr>
                  <w:r>
                    <w:t xml:space="preserve"> </w:t>
                  </w:r>
                </w:p>
              </w:txbxContent>
            </v:textbox>
          </v:shape>
        </w:pict>
      </w:r>
      <w:r w:rsidRPr="00150442">
        <w:pict>
          <v:shape id="_x0000_s1026" type="#_x0000_t202" style="position:absolute;margin-left:-54.75pt;margin-top:85.4pt;width:171pt;height:27pt;z-index:251650560" filled="f" stroked="f">
            <v:textbox style="mso-next-textbox:#_x0000_s1026">
              <w:txbxContent>
                <w:p w:rsidR="00564C49" w:rsidRPr="00486035" w:rsidRDefault="00401A31" w:rsidP="00564C49">
                  <w:pPr>
                    <w:pStyle w:val="SUBHEAD01"/>
                    <w:rPr>
                      <w:sz w:val="28"/>
                      <w:szCs w:val="28"/>
                    </w:rPr>
                  </w:pPr>
                  <w:r w:rsidRPr="00486035">
                    <w:rPr>
                      <w:sz w:val="28"/>
                      <w:szCs w:val="28"/>
                    </w:rPr>
                    <w:t>Who we are</w:t>
                  </w:r>
                  <w:r w:rsidR="00486035">
                    <w:rPr>
                      <w:sz w:val="28"/>
                      <w:szCs w:val="28"/>
                    </w:rPr>
                    <w:t>?</w:t>
                  </w:r>
                </w:p>
              </w:txbxContent>
            </v:textbox>
          </v:shape>
        </w:pict>
      </w:r>
      <w:r w:rsidRPr="00150442">
        <w:pict>
          <v:shape id="_x0000_s1031" type="#_x0000_t202" style="position:absolute;margin-left:198.15pt;margin-top:430.95pt;width:217.5pt;height:47.65pt;z-index:251655680" filled="f" stroked="f">
            <v:textbox style="mso-next-textbox:#_x0000_s1031">
              <w:txbxContent>
                <w:p w:rsidR="00564C49" w:rsidRDefault="00401A31" w:rsidP="00564C49">
                  <w:pPr>
                    <w:pStyle w:val="website"/>
                  </w:pPr>
                  <w:r>
                    <w:t xml:space="preserve">LINK TO HOME SERVICES </w:t>
                  </w:r>
                </w:p>
                <w:p w:rsidR="00401A31" w:rsidRDefault="00401A31" w:rsidP="00564C49">
                  <w:pPr>
                    <w:pStyle w:val="website"/>
                  </w:pPr>
                  <w:r>
                    <w:t>24/7 Phone 1</w:t>
                  </w:r>
                  <w:r w:rsidR="001C27A3">
                    <w:t>8</w:t>
                  </w:r>
                  <w:r>
                    <w:t xml:space="preserve">00 152 </w:t>
                  </w:r>
                  <w:proofErr w:type="spellStart"/>
                  <w:r>
                    <w:t>152</w:t>
                  </w:r>
                  <w:proofErr w:type="spellEnd"/>
                </w:p>
              </w:txbxContent>
            </v:textbox>
          </v:shape>
        </w:pict>
      </w:r>
      <w:r w:rsidRPr="00150442">
        <w:pict>
          <v:shape id="_x0000_s1027" type="#_x0000_t202" style="position:absolute;margin-left:-48.35pt;margin-top:112.4pt;width:162pt;height:268.65pt;z-index:251651584" filled="f" stroked="f">
            <v:textbox style="mso-next-textbox:#_x0000_s1027">
              <w:txbxContent>
                <w:p w:rsidR="00564C49" w:rsidRDefault="00401A31" w:rsidP="00564C49">
                  <w:pPr>
                    <w:pStyle w:val="BodyText01"/>
                  </w:pPr>
                  <w:r>
                    <w:t>Young Crisis Accommodation Centre Inc was established in Young in 1989. Originally step up to provide safe and secure accommodation for Women and Children fleeing Domestic Violence.</w:t>
                  </w:r>
                </w:p>
                <w:p w:rsidR="00401A31" w:rsidRDefault="00401A31" w:rsidP="00564C49">
                  <w:pPr>
                    <w:pStyle w:val="BodyText01"/>
                  </w:pPr>
                  <w:r>
                    <w:t xml:space="preserve">Today the Centre has evolved into a </w:t>
                  </w:r>
                  <w:r w:rsidR="00E065A9">
                    <w:t xml:space="preserve">multi-purpose </w:t>
                  </w:r>
                  <w:r>
                    <w:t>service</w:t>
                  </w:r>
                  <w:r w:rsidR="00E065A9">
                    <w:t xml:space="preserve"> centre</w:t>
                  </w:r>
                  <w:r>
                    <w:t xml:space="preserve"> operating for</w:t>
                  </w:r>
                  <w:r w:rsidR="00E065A9">
                    <w:t xml:space="preserve"> </w:t>
                  </w:r>
                  <w:r>
                    <w:t>Homeless people and those at risk of Homelessness.</w:t>
                  </w:r>
                  <w:r w:rsidR="00E065A9">
                    <w:t xml:space="preserve"> </w:t>
                  </w:r>
                  <w:r>
                    <w:t xml:space="preserve">The Centre still maintains </w:t>
                  </w:r>
                  <w:r w:rsidR="001768CC">
                    <w:t>C</w:t>
                  </w:r>
                  <w:r>
                    <w:t>risis</w:t>
                  </w:r>
                  <w:r w:rsidR="001768CC">
                    <w:t xml:space="preserve"> A</w:t>
                  </w:r>
                  <w:r>
                    <w:t>ccommoda</w:t>
                  </w:r>
                  <w:r w:rsidR="00E065A9">
                    <w:t>tion for Women and Children.</w:t>
                  </w:r>
                </w:p>
              </w:txbxContent>
            </v:textbox>
          </v:shape>
        </w:pict>
      </w:r>
      <w:r w:rsidRPr="00150442">
        <w:pict>
          <v:shape id="_x0000_s1029" type="#_x0000_t202" style="position:absolute;margin-left:480.3pt;margin-top:193.4pt;width:180pt;height:142.35pt;z-index:251653632" filled="f" stroked="f">
            <v:textbox style="mso-next-textbox:#_x0000_s1029">
              <w:txbxContent>
                <w:p w:rsidR="00401A31" w:rsidRPr="00486035" w:rsidRDefault="00A247F5" w:rsidP="00564C49">
                  <w:pPr>
                    <w:pStyle w:val="quotehere01"/>
                    <w:rPr>
                      <w:b/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>Housing Supports</w:t>
                  </w:r>
                </w:p>
                <w:p w:rsidR="00401A31" w:rsidRPr="00486035" w:rsidRDefault="00401A31" w:rsidP="00486035">
                  <w:pPr>
                    <w:pStyle w:val="quotehere01"/>
                    <w:numPr>
                      <w:ilvl w:val="0"/>
                      <w:numId w:val="3"/>
                    </w:numPr>
                    <w:jc w:val="left"/>
                    <w:rPr>
                      <w:b/>
                      <w:sz w:val="24"/>
                      <w:szCs w:val="24"/>
                    </w:rPr>
                  </w:pPr>
                  <w:r w:rsidRPr="00486035">
                    <w:rPr>
                      <w:b/>
                      <w:sz w:val="24"/>
                      <w:szCs w:val="24"/>
                    </w:rPr>
                    <w:t>Individuals</w:t>
                  </w:r>
                </w:p>
                <w:p w:rsidR="00401A31" w:rsidRPr="00486035" w:rsidRDefault="00401A31" w:rsidP="00486035">
                  <w:pPr>
                    <w:pStyle w:val="quotehere01"/>
                    <w:numPr>
                      <w:ilvl w:val="0"/>
                      <w:numId w:val="3"/>
                    </w:numPr>
                    <w:jc w:val="left"/>
                    <w:rPr>
                      <w:b/>
                      <w:sz w:val="24"/>
                      <w:szCs w:val="24"/>
                    </w:rPr>
                  </w:pPr>
                  <w:r w:rsidRPr="00486035">
                    <w:rPr>
                      <w:b/>
                      <w:sz w:val="24"/>
                      <w:szCs w:val="24"/>
                    </w:rPr>
                    <w:t xml:space="preserve">Families </w:t>
                  </w:r>
                </w:p>
                <w:p w:rsidR="00486035" w:rsidRPr="00486035" w:rsidRDefault="00486035" w:rsidP="00486035">
                  <w:pPr>
                    <w:pStyle w:val="quotehere01"/>
                    <w:numPr>
                      <w:ilvl w:val="0"/>
                      <w:numId w:val="3"/>
                    </w:numPr>
                    <w:jc w:val="left"/>
                    <w:rPr>
                      <w:b/>
                      <w:sz w:val="24"/>
                      <w:szCs w:val="24"/>
                    </w:rPr>
                  </w:pPr>
                  <w:r w:rsidRPr="00486035">
                    <w:rPr>
                      <w:b/>
                      <w:sz w:val="24"/>
                      <w:szCs w:val="24"/>
                    </w:rPr>
                    <w:t xml:space="preserve">Young People </w:t>
                  </w:r>
                </w:p>
                <w:p w:rsidR="00401A31" w:rsidRPr="00486035" w:rsidRDefault="00401A31" w:rsidP="00486035">
                  <w:pPr>
                    <w:pStyle w:val="quotehere01"/>
                    <w:numPr>
                      <w:ilvl w:val="0"/>
                      <w:numId w:val="3"/>
                    </w:numPr>
                    <w:jc w:val="left"/>
                    <w:rPr>
                      <w:b/>
                      <w:sz w:val="24"/>
                      <w:szCs w:val="24"/>
                    </w:rPr>
                  </w:pPr>
                  <w:r w:rsidRPr="00486035">
                    <w:rPr>
                      <w:b/>
                      <w:sz w:val="24"/>
                      <w:szCs w:val="24"/>
                    </w:rPr>
                    <w:t>Crisis Accommodation for Women and Children</w:t>
                  </w:r>
                </w:p>
                <w:p w:rsidR="00564C49" w:rsidRPr="00486035" w:rsidRDefault="00401A31" w:rsidP="00486035">
                  <w:pPr>
                    <w:pStyle w:val="quotehere01"/>
                    <w:numPr>
                      <w:ilvl w:val="0"/>
                      <w:numId w:val="3"/>
                    </w:numPr>
                    <w:jc w:val="left"/>
                    <w:rPr>
                      <w:b/>
                      <w:sz w:val="24"/>
                      <w:szCs w:val="24"/>
                    </w:rPr>
                  </w:pPr>
                  <w:r w:rsidRPr="00486035">
                    <w:rPr>
                      <w:b/>
                      <w:sz w:val="24"/>
                      <w:szCs w:val="24"/>
                    </w:rPr>
                    <w:t xml:space="preserve">Outreach Support </w:t>
                  </w:r>
                  <w:r w:rsidR="00564C49" w:rsidRPr="00486035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Pr="00150442">
        <w:pict>
          <v:shape id="_x0000_s1028" type="#_x0000_t202" style="position:absolute;margin-left:184.25pt;margin-top:148.4pt;width:243pt;height:2in;z-index:251652608" filled="f" stroked="f">
            <v:textbox style="mso-next-textbox:#_x0000_s1028">
              <w:txbxContent>
                <w:p w:rsidR="00564C49" w:rsidRDefault="00401A31" w:rsidP="00564C49">
                  <w:pPr>
                    <w:pStyle w:val="PlaceLogo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Young Crisis Accommodation Centre Inc </w:t>
                  </w:r>
                </w:p>
                <w:p w:rsidR="00486035" w:rsidRPr="00401A31" w:rsidRDefault="00486035" w:rsidP="00564C49">
                  <w:pPr>
                    <w:pStyle w:val="PlaceLogo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Contact </w:t>
                  </w:r>
                </w:p>
                <w:p w:rsidR="00564C49" w:rsidRDefault="00564C49" w:rsidP="00564C49">
                  <w:pPr>
                    <w:pStyle w:val="Address01"/>
                  </w:pPr>
                  <w:r>
                    <w:t xml:space="preserve">Ph </w:t>
                  </w:r>
                  <w:r w:rsidR="00401A31">
                    <w:t>02 6382 4436</w:t>
                  </w:r>
                </w:p>
                <w:p w:rsidR="00564C49" w:rsidRDefault="00564C49" w:rsidP="00564C49">
                  <w:pPr>
                    <w:pStyle w:val="Address01"/>
                  </w:pPr>
                  <w:proofErr w:type="spellStart"/>
                  <w:proofErr w:type="gramStart"/>
                  <w:r>
                    <w:t>Fx</w:t>
                  </w:r>
                  <w:proofErr w:type="spellEnd"/>
                  <w:proofErr w:type="gramEnd"/>
                  <w:r>
                    <w:t xml:space="preserve"> </w:t>
                  </w:r>
                  <w:r w:rsidR="00401A31">
                    <w:t>02 6382 5739</w:t>
                  </w:r>
                </w:p>
                <w:p w:rsidR="00564C49" w:rsidRDefault="00401A31" w:rsidP="00564C49">
                  <w:pPr>
                    <w:pStyle w:val="Address01"/>
                  </w:pPr>
                  <w:r>
                    <w:t>PO Box 546</w:t>
                  </w:r>
                  <w:r w:rsidR="00564C49">
                    <w:br/>
                  </w:r>
                  <w:r>
                    <w:t>Young NSW 2594</w:t>
                  </w:r>
                </w:p>
                <w:p w:rsidR="00486035" w:rsidRDefault="00486035" w:rsidP="00564C49">
                  <w:pPr>
                    <w:pStyle w:val="Address01"/>
                  </w:pPr>
                </w:p>
                <w:p w:rsidR="00486035" w:rsidRDefault="00486035" w:rsidP="00564C49">
                  <w:pPr>
                    <w:pStyle w:val="Address01"/>
                  </w:pPr>
                </w:p>
                <w:p w:rsidR="00486035" w:rsidRDefault="00486035" w:rsidP="00564C49">
                  <w:pPr>
                    <w:pStyle w:val="Address01"/>
                  </w:pPr>
                </w:p>
              </w:txbxContent>
            </v:textbox>
          </v:shape>
        </w:pict>
      </w:r>
      <w:r w:rsidR="00564C49">
        <w:br w:type="page"/>
      </w:r>
      <w:r>
        <w:rPr>
          <w:lang w:val="en-AU" w:eastAsia="en-AU"/>
        </w:rPr>
        <w:lastRenderedPageBreak/>
        <w:pict>
          <v:shape id="_x0000_s1037" type="#_x0000_t202" style="position:absolute;margin-left:-22.95pt;margin-top:450.2pt;width:671.05pt;height:54pt;z-index:251663872" filled="f" stroked="f">
            <v:textbox style="mso-next-textbox:#_x0000_s1037">
              <w:txbxContent>
                <w:p w:rsidR="00486035" w:rsidRDefault="00486035" w:rsidP="00564C49">
                  <w:pPr>
                    <w:pStyle w:val="quotehere02"/>
                    <w:rPr>
                      <w:sz w:val="32"/>
                      <w:szCs w:val="32"/>
                    </w:rPr>
                  </w:pPr>
                  <w:proofErr w:type="gramStart"/>
                  <w:r w:rsidRPr="00486035">
                    <w:rPr>
                      <w:sz w:val="32"/>
                      <w:szCs w:val="32"/>
                      <w:u w:val="single"/>
                    </w:rPr>
                    <w:t>Volunteer :</w:t>
                  </w:r>
                  <w:proofErr w:type="gramEnd"/>
                  <w:r w:rsidRPr="00486035">
                    <w:rPr>
                      <w:sz w:val="32"/>
                      <w:szCs w:val="32"/>
                    </w:rPr>
                    <w:t xml:space="preserve"> Volunteering is encouraged for both groups and individuals.  </w:t>
                  </w:r>
                  <w:r w:rsidR="001C27A3">
                    <w:rPr>
                      <w:sz w:val="32"/>
                      <w:szCs w:val="32"/>
                    </w:rPr>
                    <w:t>Contact our email below.</w:t>
                  </w:r>
                </w:p>
                <w:p w:rsidR="00564C49" w:rsidRPr="00486035" w:rsidRDefault="00486035" w:rsidP="00564C49">
                  <w:pPr>
                    <w:pStyle w:val="quotehere02"/>
                    <w:rPr>
                      <w:sz w:val="32"/>
                      <w:szCs w:val="32"/>
                    </w:rPr>
                  </w:pPr>
                  <w:r w:rsidRPr="00486035">
                    <w:rPr>
                      <w:sz w:val="32"/>
                      <w:szCs w:val="32"/>
                      <w:u w:val="single"/>
                    </w:rPr>
                    <w:t>Donate:</w:t>
                  </w:r>
                  <w:r w:rsidRPr="00486035">
                    <w:rPr>
                      <w:sz w:val="32"/>
                      <w:szCs w:val="32"/>
                    </w:rPr>
                    <w:t xml:space="preserve"> T</w:t>
                  </w:r>
                  <w:r>
                    <w:rPr>
                      <w:sz w:val="32"/>
                      <w:szCs w:val="32"/>
                    </w:rPr>
                    <w:t xml:space="preserve">o donate contact via email on </w:t>
                  </w:r>
                  <w:hyperlink r:id="rId6" w:history="1">
                    <w:r w:rsidRPr="00E30264">
                      <w:rPr>
                        <w:rStyle w:val="Hyperlink"/>
                        <w:sz w:val="32"/>
                        <w:szCs w:val="32"/>
                      </w:rPr>
                      <w:t>admin@ycac.ngo.org.au</w:t>
                    </w:r>
                  </w:hyperlink>
                  <w:r>
                    <w:rPr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lang w:val="en-AU" w:eastAsia="en-AU"/>
        </w:rPr>
        <w:pict>
          <v:shape id="_x0000_s1034" type="#_x0000_t202" style="position:absolute;margin-left:198.1pt;margin-top:34.1pt;width:450pt;height:43.3pt;z-index:251660800" filled="f" stroked="f">
            <v:textbox style="mso-next-textbox:#_x0000_s1034">
              <w:txbxContent>
                <w:p w:rsidR="00564C49" w:rsidRPr="00564C49" w:rsidRDefault="00E065A9" w:rsidP="00564C49">
                  <w:pPr>
                    <w:pStyle w:val="PLACEHEADLINE01"/>
                  </w:pPr>
                  <w:proofErr w:type="gramStart"/>
                  <w:r>
                    <w:t>INDIVIDUALS</w:t>
                  </w:r>
                  <w:r w:rsidR="00A247F5">
                    <w:t>,</w:t>
                  </w:r>
                  <w:r w:rsidR="00A247F5" w:rsidRPr="00564C49">
                    <w:t xml:space="preserve"> </w:t>
                  </w:r>
                  <w:r w:rsidR="00A247F5">
                    <w:t>FAMILIES</w:t>
                  </w:r>
                  <w:r>
                    <w:t>,</w:t>
                  </w:r>
                  <w:r w:rsidR="00486035">
                    <w:t xml:space="preserve"> &amp; </w:t>
                  </w:r>
                  <w:r>
                    <w:t>YOUNG PEOPLE</w:t>
                  </w:r>
                  <w:r w:rsidR="00564C49" w:rsidRPr="00564C49">
                    <w:t>.</w:t>
                  </w:r>
                  <w:proofErr w:type="gramEnd"/>
                  <w:r>
                    <w:t xml:space="preserve"> </w:t>
                  </w:r>
                </w:p>
              </w:txbxContent>
            </v:textbox>
          </v:shape>
        </w:pict>
      </w:r>
      <w:r>
        <w:rPr>
          <w:lang w:val="en-AU" w:eastAsia="en-AU"/>
        </w:rPr>
        <w:pict>
          <v:shape id="_x0000_s1035" type="#_x0000_t202" style="position:absolute;margin-left:-17.4pt;margin-top:32.1pt;width:162pt;height:35.5pt;z-index:251661824" filled="f" stroked="f">
            <v:textbox style="mso-next-textbox:#_x0000_s1035">
              <w:txbxContent>
                <w:p w:rsidR="00564C49" w:rsidRPr="00486035" w:rsidRDefault="00486035" w:rsidP="00564C49">
                  <w:pPr>
                    <w:pStyle w:val="HEADLINE01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WHO WE SERVE:</w:t>
                  </w:r>
                </w:p>
              </w:txbxContent>
            </v:textbox>
          </v:shape>
        </w:pict>
      </w:r>
      <w:r>
        <w:rPr>
          <w:lang w:val="en-AU" w:eastAsia="en-AU"/>
        </w:rPr>
        <w:pict>
          <v:shape id="_x0000_s1038" type="#_x0000_t202" style="position:absolute;margin-left:-22.95pt;margin-top:369.2pt;width:198pt;height:27pt;z-index:251664896" filled="f" stroked="f">
            <v:textbox style="mso-next-textbox:#_x0000_s1038">
              <w:txbxContent>
                <w:p w:rsidR="00564C49" w:rsidRDefault="00C02796" w:rsidP="00564C49">
                  <w:pPr>
                    <w:pStyle w:val="captionhere01"/>
                  </w:pPr>
                  <w:r>
                    <w:t xml:space="preserve"> </w:t>
                  </w:r>
                  <w:r w:rsidR="00564C49">
                    <w:t xml:space="preserve"> </w:t>
                  </w:r>
                </w:p>
              </w:txbxContent>
            </v:textbox>
          </v:shape>
        </w:pict>
      </w:r>
      <w:r>
        <w:rPr>
          <w:lang w:val="en-AU" w:eastAsia="en-AU"/>
        </w:rPr>
        <w:pict>
          <v:shape id="_x0000_s1036" type="#_x0000_t202" style="position:absolute;margin-left:445.05pt;margin-top:90.2pt;width:207pt;height:306pt;z-index:251662848;mso-wrap-edited:f" wrapcoords="0 0 21600 0 21600 21600 0 21600 0 0" filled="f" stroked="f">
            <v:textbox style="mso-next-textbox:#_x0000_s1036">
              <w:txbxContent/>
            </v:textbox>
          </v:shape>
        </w:pict>
      </w:r>
      <w:r>
        <w:rPr>
          <w:lang w:val="en-AU" w:eastAsia="en-AU"/>
        </w:rPr>
        <w:pict>
          <v:shape id="_x0000_s1033" type="#_x0000_t202" style="position:absolute;margin-left:-22.95pt;margin-top:90.2pt;width:196.25pt;height:297pt;z-index:251659776" filled="f" stroked="f">
            <v:textbox style="mso-next-textbox:#_x0000_s1033">
              <w:txbxContent>
                <w:p w:rsidR="0011072A" w:rsidRPr="00B446A0" w:rsidRDefault="00C02796" w:rsidP="0011072A">
                  <w:pPr>
                    <w:jc w:val="center"/>
                    <w:rPr>
                      <w:rFonts w:ascii="Times New Roman" w:hAnsi="Times New Roman"/>
                      <w:b/>
                      <w:noProof/>
                      <w:color w:val="663300"/>
                      <w:sz w:val="36"/>
                      <w:szCs w:val="36"/>
                      <w:lang w:val="en-AU" w:eastAsia="en-AU"/>
                    </w:rPr>
                  </w:pPr>
                  <w:r w:rsidRPr="00B446A0">
                    <w:rPr>
                      <w:rFonts w:ascii="Times New Roman" w:hAnsi="Times New Roman"/>
                      <w:b/>
                      <w:noProof/>
                      <w:color w:val="663300"/>
                      <w:sz w:val="36"/>
                      <w:szCs w:val="36"/>
                      <w:lang w:val="en-AU" w:eastAsia="en-AU"/>
                    </w:rPr>
                    <w:t xml:space="preserve">In partnership with Saint Vincent de Paul, Argyle Community Housing Pty Ltd and Intereach Services Cootamundra, </w:t>
                  </w:r>
                  <w:r w:rsidR="00A247F5">
                    <w:rPr>
                      <w:rFonts w:ascii="Times New Roman" w:hAnsi="Times New Roman"/>
                      <w:b/>
                      <w:noProof/>
                      <w:color w:val="663300"/>
                      <w:sz w:val="36"/>
                      <w:szCs w:val="36"/>
                      <w:lang w:val="en-AU" w:eastAsia="en-AU"/>
                    </w:rPr>
                    <w:t>Young Crisis Accommodation Centre Inc</w:t>
                  </w:r>
                  <w:r w:rsidRPr="00B446A0">
                    <w:rPr>
                      <w:rFonts w:ascii="Times New Roman" w:hAnsi="Times New Roman"/>
                      <w:b/>
                      <w:noProof/>
                      <w:color w:val="663300"/>
                      <w:sz w:val="36"/>
                      <w:szCs w:val="36"/>
                      <w:lang w:val="en-AU" w:eastAsia="en-AU"/>
                    </w:rPr>
                    <w:t xml:space="preserve"> covers the </w:t>
                  </w:r>
                  <w:r w:rsidR="0011072A">
                    <w:rPr>
                      <w:rFonts w:ascii="Times New Roman" w:hAnsi="Times New Roman"/>
                      <w:b/>
                      <w:noProof/>
                      <w:color w:val="663300"/>
                      <w:sz w:val="36"/>
                      <w:szCs w:val="36"/>
                      <w:lang w:val="en-AU" w:eastAsia="en-AU"/>
                    </w:rPr>
                    <w:t>North Eastern Murrumbidgee Areas</w:t>
                  </w:r>
                </w:p>
                <w:p w:rsidR="0011072A" w:rsidRPr="00B446A0" w:rsidRDefault="00C02796" w:rsidP="004021B0">
                  <w:pPr>
                    <w:jc w:val="center"/>
                    <w:rPr>
                      <w:rFonts w:ascii="Times New Roman" w:hAnsi="Times New Roman"/>
                      <w:b/>
                      <w:noProof/>
                      <w:color w:val="663300"/>
                      <w:sz w:val="36"/>
                      <w:szCs w:val="36"/>
                      <w:lang w:val="en-AU" w:eastAsia="en-AU"/>
                    </w:rPr>
                  </w:pPr>
                  <w:r w:rsidRPr="00B446A0">
                    <w:rPr>
                      <w:rFonts w:ascii="Times New Roman" w:hAnsi="Times New Roman"/>
                      <w:b/>
                      <w:noProof/>
                      <w:color w:val="663300"/>
                      <w:sz w:val="36"/>
                      <w:szCs w:val="36"/>
                      <w:lang w:val="en-AU" w:eastAsia="en-AU"/>
                    </w:rPr>
                    <w:t xml:space="preserve"> of Young, Cootamundra, Temora, Boorowa and Harden.</w:t>
                  </w:r>
                </w:p>
                <w:p w:rsidR="00C02796" w:rsidRPr="00B446A0" w:rsidRDefault="00C02796" w:rsidP="004021B0">
                  <w:pPr>
                    <w:jc w:val="center"/>
                    <w:rPr>
                      <w:rFonts w:ascii="Times New Roman" w:hAnsi="Times New Roman"/>
                      <w:b/>
                      <w:noProof/>
                      <w:color w:val="663300"/>
                      <w:sz w:val="36"/>
                      <w:szCs w:val="36"/>
                      <w:lang w:val="en-AU" w:eastAsia="en-AU"/>
                    </w:rPr>
                  </w:pPr>
                </w:p>
              </w:txbxContent>
            </v:textbox>
          </v:shape>
        </w:pict>
      </w:r>
      <w:r>
        <w:rPr>
          <w:lang w:val="en-AU" w:eastAsia="en-AU"/>
        </w:rPr>
        <w:pict>
          <v:shape id="_x0000_s1032" type="#_x0000_t202" style="position:absolute;margin-left:193.05pt;margin-top:90.2pt;width:225pt;height:297pt;z-index:251658752" filled="f" stroked="f">
            <v:textbox style="mso-next-textbox:#_x0000_s1036">
              <w:txbxContent>
                <w:p w:rsidR="00D427E3" w:rsidRDefault="00486035" w:rsidP="00486035">
                  <w:pPr>
                    <w:pStyle w:val="BodyText02"/>
                    <w:rPr>
                      <w:b/>
                      <w:color w:val="663300"/>
                      <w:sz w:val="24"/>
                      <w:szCs w:val="24"/>
                    </w:rPr>
                  </w:pPr>
                  <w:r w:rsidRPr="0011072A">
                    <w:rPr>
                      <w:b/>
                      <w:color w:val="663300"/>
                      <w:sz w:val="24"/>
                      <w:szCs w:val="24"/>
                    </w:rPr>
                    <w:t xml:space="preserve"> Young Crisis Accommodation </w:t>
                  </w:r>
                  <w:r w:rsidR="001768CC" w:rsidRPr="0011072A">
                    <w:rPr>
                      <w:b/>
                      <w:color w:val="663300"/>
                      <w:sz w:val="24"/>
                      <w:szCs w:val="24"/>
                    </w:rPr>
                    <w:t>provides service to:</w:t>
                  </w:r>
                </w:p>
                <w:p w:rsidR="001C27A3" w:rsidRPr="00B446A0" w:rsidRDefault="001C27A3" w:rsidP="00486035">
                  <w:pPr>
                    <w:pStyle w:val="BodyText02"/>
                    <w:rPr>
                      <w:color w:val="663300"/>
                      <w:sz w:val="24"/>
                      <w:szCs w:val="24"/>
                    </w:rPr>
                  </w:pPr>
                  <w:r w:rsidRPr="00B446A0">
                    <w:rPr>
                      <w:color w:val="663300"/>
                      <w:sz w:val="24"/>
                      <w:szCs w:val="24"/>
                    </w:rPr>
                    <w:t xml:space="preserve"> Individuals both</w:t>
                  </w:r>
                  <w:r w:rsidR="00486035" w:rsidRPr="00B446A0">
                    <w:rPr>
                      <w:color w:val="663300"/>
                      <w:sz w:val="24"/>
                      <w:szCs w:val="24"/>
                    </w:rPr>
                    <w:t xml:space="preserve"> Single Males and</w:t>
                  </w:r>
                  <w:r w:rsidRPr="00B446A0">
                    <w:rPr>
                      <w:color w:val="663300"/>
                      <w:sz w:val="24"/>
                      <w:szCs w:val="24"/>
                    </w:rPr>
                    <w:t xml:space="preserve"> Females</w:t>
                  </w:r>
                  <w:r w:rsidR="001768CC" w:rsidRPr="00B446A0">
                    <w:rPr>
                      <w:color w:val="663300"/>
                      <w:sz w:val="24"/>
                      <w:szCs w:val="24"/>
                    </w:rPr>
                    <w:t xml:space="preserve">, Families and Young People </w:t>
                  </w:r>
                  <w:r w:rsidRPr="00B446A0">
                    <w:rPr>
                      <w:color w:val="663300"/>
                      <w:sz w:val="24"/>
                      <w:szCs w:val="24"/>
                    </w:rPr>
                    <w:t xml:space="preserve">with client- centered, tailored supports to assist them </w:t>
                  </w:r>
                  <w:r w:rsidR="001768CC" w:rsidRPr="00B446A0">
                    <w:rPr>
                      <w:color w:val="663300"/>
                      <w:sz w:val="24"/>
                      <w:szCs w:val="24"/>
                    </w:rPr>
                    <w:t>finding and</w:t>
                  </w:r>
                  <w:r w:rsidRPr="00B446A0">
                    <w:rPr>
                      <w:color w:val="663300"/>
                      <w:sz w:val="24"/>
                      <w:szCs w:val="24"/>
                    </w:rPr>
                    <w:t xml:space="preserve"> keep secure accommodation</w:t>
                  </w:r>
                </w:p>
                <w:p w:rsidR="00564C49" w:rsidRPr="00B446A0" w:rsidRDefault="004021B0" w:rsidP="00564C49">
                  <w:pPr>
                    <w:pStyle w:val="BodyText02"/>
                    <w:rPr>
                      <w:color w:val="663300"/>
                      <w:sz w:val="24"/>
                      <w:szCs w:val="24"/>
                    </w:rPr>
                  </w:pPr>
                  <w:r w:rsidRPr="00A247F5">
                    <w:rPr>
                      <w:rStyle w:val="Strong"/>
                      <w:color w:val="663300"/>
                      <w:sz w:val="24"/>
                      <w:szCs w:val="24"/>
                    </w:rPr>
                    <w:t xml:space="preserve">Homelessness Service </w:t>
                  </w:r>
                  <w:r w:rsidR="001E7C75" w:rsidRPr="00A247F5">
                    <w:rPr>
                      <w:rStyle w:val="Strong"/>
                      <w:color w:val="663300"/>
                      <w:sz w:val="24"/>
                      <w:szCs w:val="24"/>
                    </w:rPr>
                    <w:t>Centre</w:t>
                  </w:r>
                  <w:r w:rsidRPr="00B446A0">
                    <w:rPr>
                      <w:color w:val="663300"/>
                      <w:sz w:val="24"/>
                      <w:szCs w:val="24"/>
                    </w:rPr>
                    <w:t xml:space="preserve"> - providing a range of information, support, housing and specialist services to assist people who are homeless or at risk of homelessness.  The </w:t>
                  </w:r>
                  <w:r w:rsidR="001E7C75" w:rsidRPr="00B446A0">
                    <w:rPr>
                      <w:color w:val="663300"/>
                      <w:sz w:val="24"/>
                      <w:szCs w:val="24"/>
                    </w:rPr>
                    <w:t>Centre</w:t>
                  </w:r>
                  <w:r w:rsidRPr="00B446A0">
                    <w:rPr>
                      <w:color w:val="663300"/>
                      <w:sz w:val="24"/>
                      <w:szCs w:val="24"/>
                    </w:rPr>
                    <w:t xml:space="preserve"> is a single entry point to find housing and support</w:t>
                  </w:r>
                </w:p>
                <w:p w:rsidR="004021B0" w:rsidRPr="00B446A0" w:rsidRDefault="004021B0" w:rsidP="00564C49">
                  <w:pPr>
                    <w:pStyle w:val="BodyText02"/>
                    <w:rPr>
                      <w:color w:val="663300"/>
                      <w:sz w:val="24"/>
                      <w:szCs w:val="24"/>
                    </w:rPr>
                  </w:pPr>
                  <w:r w:rsidRPr="00B446A0">
                    <w:rPr>
                      <w:rStyle w:val="Strong"/>
                      <w:color w:val="663300"/>
                      <w:sz w:val="24"/>
                      <w:szCs w:val="24"/>
                    </w:rPr>
                    <w:t>S</w:t>
                  </w:r>
                  <w:r w:rsidR="001768CC" w:rsidRPr="00B446A0">
                    <w:rPr>
                      <w:rStyle w:val="Strong"/>
                      <w:color w:val="663300"/>
                      <w:sz w:val="24"/>
                      <w:szCs w:val="24"/>
                    </w:rPr>
                    <w:t>taying Home</w:t>
                  </w:r>
                  <w:r w:rsidRPr="00B446A0">
                    <w:rPr>
                      <w:color w:val="663300"/>
                      <w:sz w:val="24"/>
                      <w:szCs w:val="24"/>
                    </w:rPr>
                    <w:t xml:space="preserve"> - supporting people who are homeless or at risk of homelessness to develop skills to maintain housing and to reconnect with family and social networks. </w:t>
                  </w:r>
                </w:p>
                <w:p w:rsidR="00B446A0" w:rsidRDefault="00B446A0" w:rsidP="001768CC">
                  <w:pPr>
                    <w:pStyle w:val="BodyText02"/>
                    <w:rPr>
                      <w:rStyle w:val="Strong"/>
                      <w:color w:val="663300"/>
                      <w:sz w:val="24"/>
                      <w:szCs w:val="24"/>
                    </w:rPr>
                  </w:pPr>
                </w:p>
                <w:p w:rsidR="001768CC" w:rsidRPr="00B446A0" w:rsidRDefault="001768CC" w:rsidP="001768CC">
                  <w:pPr>
                    <w:pStyle w:val="BodyText02"/>
                    <w:rPr>
                      <w:color w:val="663300"/>
                      <w:sz w:val="24"/>
                      <w:szCs w:val="24"/>
                    </w:rPr>
                  </w:pPr>
                  <w:r w:rsidRPr="00B446A0">
                    <w:rPr>
                      <w:rStyle w:val="Strong"/>
                      <w:color w:val="663300"/>
                      <w:sz w:val="24"/>
                      <w:szCs w:val="24"/>
                    </w:rPr>
                    <w:t>Homelessness Accommodation Support Service</w:t>
                  </w:r>
                  <w:r w:rsidRPr="00B446A0">
                    <w:rPr>
                      <w:color w:val="663300"/>
                      <w:sz w:val="24"/>
                      <w:szCs w:val="24"/>
                    </w:rPr>
                    <w:t xml:space="preserve"> - linking people exiting homelessness services with housing providers as well as employment, health, finance and social integration services. </w:t>
                  </w:r>
                </w:p>
                <w:p w:rsidR="00564C49" w:rsidRDefault="00564C49" w:rsidP="00564C49">
                  <w:pPr>
                    <w:pStyle w:val="BodyText02"/>
                  </w:pPr>
                </w:p>
                <w:p w:rsidR="00564C49" w:rsidRDefault="00564C49" w:rsidP="00564C49">
                  <w:pPr>
                    <w:pStyle w:val="BodyText02"/>
                  </w:pPr>
                </w:p>
              </w:txbxContent>
            </v:textbox>
          </v:shape>
        </w:pict>
      </w:r>
      <w:r w:rsidR="00E065A9">
        <w:rPr>
          <w:noProof/>
          <w:lang w:val="en-AU" w:eastAsia="en-A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-1162685</wp:posOffset>
            </wp:positionH>
            <wp:positionV relativeFrom="paragraph">
              <wp:posOffset>-922020</wp:posOffset>
            </wp:positionV>
            <wp:extent cx="10067290" cy="7773670"/>
            <wp:effectExtent l="19050" t="0" r="0" b="0"/>
            <wp:wrapNone/>
            <wp:docPr id="50" name="Picture 50" descr="brochure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brochure_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7290" cy="777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64C49" w:rsidSect="00564C49">
      <w:pgSz w:w="15840" w:h="12240" w:orient="landscape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412C"/>
    <w:multiLevelType w:val="hybridMultilevel"/>
    <w:tmpl w:val="E2E618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02111"/>
    <w:multiLevelType w:val="hybridMultilevel"/>
    <w:tmpl w:val="88C6BF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15188C"/>
    <w:multiLevelType w:val="hybridMultilevel"/>
    <w:tmpl w:val="C4CC80B2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embedSystemFonts/>
  <w:proofState w:spelling="clean" w:grammar="clean"/>
  <w:attachedTemplate r:id="rId1"/>
  <w:stylePaneFormatFilter w:val="07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01A31"/>
    <w:rsid w:val="00056BE5"/>
    <w:rsid w:val="0011072A"/>
    <w:rsid w:val="00150442"/>
    <w:rsid w:val="001708CD"/>
    <w:rsid w:val="001768CC"/>
    <w:rsid w:val="001C27A3"/>
    <w:rsid w:val="001E7C75"/>
    <w:rsid w:val="003F72BA"/>
    <w:rsid w:val="00401A31"/>
    <w:rsid w:val="004021B0"/>
    <w:rsid w:val="00452844"/>
    <w:rsid w:val="00486035"/>
    <w:rsid w:val="00564C49"/>
    <w:rsid w:val="00625681"/>
    <w:rsid w:val="007701E6"/>
    <w:rsid w:val="008B709A"/>
    <w:rsid w:val="008E6F46"/>
    <w:rsid w:val="009F2CC5"/>
    <w:rsid w:val="00A247F5"/>
    <w:rsid w:val="00A80F5D"/>
    <w:rsid w:val="00B446A0"/>
    <w:rsid w:val="00C02796"/>
    <w:rsid w:val="00C942A9"/>
    <w:rsid w:val="00CD1B7C"/>
    <w:rsid w:val="00D405B3"/>
    <w:rsid w:val="00D427E3"/>
    <w:rsid w:val="00E065A9"/>
    <w:rsid w:val="00EE5AD9"/>
    <w:rsid w:val="00F43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C49"/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8B709A"/>
    <w:pPr>
      <w:keepNext/>
      <w:jc w:val="center"/>
      <w:outlineLvl w:val="0"/>
    </w:pPr>
    <w:rPr>
      <w:b/>
      <w:color w:val="411D0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709A"/>
    <w:rPr>
      <w:color w:val="411D0E"/>
      <w:sz w:val="20"/>
    </w:rPr>
  </w:style>
  <w:style w:type="paragraph" w:styleId="BodyText2">
    <w:name w:val="Body Text 2"/>
    <w:basedOn w:val="Normal"/>
    <w:link w:val="BodyText2Char"/>
    <w:rsid w:val="008B709A"/>
    <w:pPr>
      <w:spacing w:line="360" w:lineRule="auto"/>
      <w:jc w:val="center"/>
    </w:pPr>
    <w:rPr>
      <w:b/>
      <w:color w:val="411D0E"/>
      <w:sz w:val="28"/>
    </w:rPr>
  </w:style>
  <w:style w:type="paragraph" w:styleId="BodyText3">
    <w:name w:val="Body Text 3"/>
    <w:basedOn w:val="Normal"/>
    <w:link w:val="BodyText3Char"/>
    <w:rsid w:val="008B709A"/>
    <w:rPr>
      <w:color w:val="411D0E"/>
      <w:sz w:val="22"/>
    </w:rPr>
  </w:style>
  <w:style w:type="paragraph" w:customStyle="1" w:styleId="PLACEHEADLINE01">
    <w:name w:val="PLACE HEADLINE 01"/>
    <w:basedOn w:val="BodyText2"/>
    <w:link w:val="PLACEHEADLINE01Char"/>
    <w:qFormat/>
    <w:rsid w:val="00D405B3"/>
    <w:pPr>
      <w:spacing w:line="288" w:lineRule="auto"/>
    </w:pPr>
    <w:rPr>
      <w:rFonts w:ascii="Times New Roman" w:hAnsi="Times New Roman"/>
      <w:color w:val="5D2E29"/>
    </w:rPr>
  </w:style>
  <w:style w:type="paragraph" w:customStyle="1" w:styleId="quotehere01">
    <w:name w:val="quote here 01"/>
    <w:basedOn w:val="Normal"/>
    <w:link w:val="quotehere01Char"/>
    <w:qFormat/>
    <w:rsid w:val="00D405B3"/>
    <w:pPr>
      <w:spacing w:line="288" w:lineRule="auto"/>
      <w:jc w:val="center"/>
    </w:pPr>
    <w:rPr>
      <w:rFonts w:ascii="Times New Roman" w:hAnsi="Times New Roman"/>
      <w:color w:val="5D2E29"/>
      <w:sz w:val="20"/>
    </w:rPr>
  </w:style>
  <w:style w:type="character" w:customStyle="1" w:styleId="BodyText2Char">
    <w:name w:val="Body Text 2 Char"/>
    <w:basedOn w:val="DefaultParagraphFont"/>
    <w:link w:val="BodyText2"/>
    <w:rsid w:val="00564C49"/>
    <w:rPr>
      <w:b/>
      <w:color w:val="411D0E"/>
      <w:sz w:val="28"/>
    </w:rPr>
  </w:style>
  <w:style w:type="character" w:customStyle="1" w:styleId="PLACEHEADLINE01Char">
    <w:name w:val="PLACE HEADLINE 01 Char"/>
    <w:basedOn w:val="BodyText2Char"/>
    <w:link w:val="PLACEHEADLINE01"/>
    <w:rsid w:val="00D405B3"/>
    <w:rPr>
      <w:rFonts w:ascii="Times New Roman" w:hAnsi="Times New Roman"/>
      <w:color w:val="5D2E29"/>
    </w:rPr>
  </w:style>
  <w:style w:type="paragraph" w:customStyle="1" w:styleId="PlaceLogo">
    <w:name w:val="Place Logo"/>
    <w:basedOn w:val="Normal"/>
    <w:link w:val="PlaceLogoChar"/>
    <w:qFormat/>
    <w:rsid w:val="00D405B3"/>
    <w:pPr>
      <w:jc w:val="center"/>
    </w:pPr>
    <w:rPr>
      <w:rFonts w:ascii="Times New Roman" w:hAnsi="Times New Roman"/>
      <w:b/>
      <w:color w:val="5D2E29"/>
    </w:rPr>
  </w:style>
  <w:style w:type="character" w:customStyle="1" w:styleId="quotehere01Char">
    <w:name w:val="quote here 01 Char"/>
    <w:basedOn w:val="DefaultParagraphFont"/>
    <w:link w:val="quotehere01"/>
    <w:rsid w:val="00D405B3"/>
    <w:rPr>
      <w:rFonts w:ascii="Times New Roman" w:hAnsi="Times New Roman"/>
      <w:color w:val="5D2E29"/>
    </w:rPr>
  </w:style>
  <w:style w:type="paragraph" w:customStyle="1" w:styleId="Address01">
    <w:name w:val="Address 01"/>
    <w:basedOn w:val="Normal"/>
    <w:link w:val="Address01Char"/>
    <w:qFormat/>
    <w:rsid w:val="00D405B3"/>
    <w:pPr>
      <w:spacing w:line="288" w:lineRule="auto"/>
      <w:jc w:val="center"/>
    </w:pPr>
    <w:rPr>
      <w:rFonts w:ascii="Times New Roman" w:hAnsi="Times New Roman"/>
      <w:color w:val="5D2E29"/>
    </w:rPr>
  </w:style>
  <w:style w:type="character" w:customStyle="1" w:styleId="PlaceLogoChar">
    <w:name w:val="Place Logo Char"/>
    <w:basedOn w:val="DefaultParagraphFont"/>
    <w:link w:val="PlaceLogo"/>
    <w:rsid w:val="00D405B3"/>
    <w:rPr>
      <w:rFonts w:ascii="Times New Roman" w:hAnsi="Times New Roman"/>
      <w:b/>
      <w:color w:val="5D2E29"/>
      <w:sz w:val="24"/>
    </w:rPr>
  </w:style>
  <w:style w:type="paragraph" w:customStyle="1" w:styleId="SUBHEAD01">
    <w:name w:val="SUBHEAD 01"/>
    <w:basedOn w:val="Heading1"/>
    <w:link w:val="SUBHEAD01Char"/>
    <w:qFormat/>
    <w:rsid w:val="00D405B3"/>
    <w:rPr>
      <w:rFonts w:ascii="Times New Roman" w:hAnsi="Times New Roman"/>
      <w:color w:val="5D2E29"/>
    </w:rPr>
  </w:style>
  <w:style w:type="character" w:customStyle="1" w:styleId="Address01Char">
    <w:name w:val="Address 01 Char"/>
    <w:basedOn w:val="DefaultParagraphFont"/>
    <w:link w:val="Address01"/>
    <w:rsid w:val="00D405B3"/>
    <w:rPr>
      <w:rFonts w:ascii="Times New Roman" w:hAnsi="Times New Roman"/>
      <w:color w:val="5D2E29"/>
      <w:sz w:val="24"/>
    </w:rPr>
  </w:style>
  <w:style w:type="paragraph" w:customStyle="1" w:styleId="BodyText01">
    <w:name w:val="Body Text 01"/>
    <w:basedOn w:val="BodyText3"/>
    <w:link w:val="BodyText01Char"/>
    <w:qFormat/>
    <w:rsid w:val="00CD1B7C"/>
    <w:pPr>
      <w:spacing w:after="240" w:line="288" w:lineRule="auto"/>
      <w:jc w:val="both"/>
    </w:pPr>
    <w:rPr>
      <w:rFonts w:ascii="Times New Roman" w:hAnsi="Times New Roman"/>
      <w:color w:val="5D2E29"/>
    </w:rPr>
  </w:style>
  <w:style w:type="character" w:customStyle="1" w:styleId="Heading1Char">
    <w:name w:val="Heading 1 Char"/>
    <w:basedOn w:val="DefaultParagraphFont"/>
    <w:link w:val="Heading1"/>
    <w:rsid w:val="00564C49"/>
    <w:rPr>
      <w:b/>
      <w:color w:val="411D0E"/>
      <w:sz w:val="24"/>
    </w:rPr>
  </w:style>
  <w:style w:type="character" w:customStyle="1" w:styleId="SUBHEAD01Char">
    <w:name w:val="SUBHEAD 01 Char"/>
    <w:basedOn w:val="Heading1Char"/>
    <w:link w:val="SUBHEAD01"/>
    <w:rsid w:val="00564C49"/>
  </w:style>
  <w:style w:type="paragraph" w:customStyle="1" w:styleId="website">
    <w:name w:val="website"/>
    <w:basedOn w:val="Normal"/>
    <w:link w:val="websiteChar"/>
    <w:qFormat/>
    <w:rsid w:val="00D405B3"/>
    <w:pPr>
      <w:jc w:val="center"/>
    </w:pPr>
    <w:rPr>
      <w:rFonts w:ascii="Times New Roman" w:hAnsi="Times New Roman"/>
      <w:b/>
      <w:color w:val="411D0E"/>
      <w:sz w:val="20"/>
    </w:rPr>
  </w:style>
  <w:style w:type="character" w:customStyle="1" w:styleId="BodyText3Char">
    <w:name w:val="Body Text 3 Char"/>
    <w:basedOn w:val="DefaultParagraphFont"/>
    <w:link w:val="BodyText3"/>
    <w:rsid w:val="00564C49"/>
    <w:rPr>
      <w:color w:val="411D0E"/>
      <w:sz w:val="22"/>
    </w:rPr>
  </w:style>
  <w:style w:type="character" w:customStyle="1" w:styleId="BodyText01Char">
    <w:name w:val="Body Text 01 Char"/>
    <w:basedOn w:val="BodyText3Char"/>
    <w:link w:val="BodyText01"/>
    <w:rsid w:val="00564C49"/>
  </w:style>
  <w:style w:type="paragraph" w:customStyle="1" w:styleId="HEADLINE01">
    <w:name w:val="HEADLINE 01"/>
    <w:basedOn w:val="Normal"/>
    <w:link w:val="HEADLINE01Char"/>
    <w:qFormat/>
    <w:rsid w:val="00D405B3"/>
    <w:pPr>
      <w:jc w:val="center"/>
    </w:pPr>
    <w:rPr>
      <w:rFonts w:ascii="Times New Roman" w:hAnsi="Times New Roman"/>
      <w:b/>
      <w:color w:val="5D2E29"/>
      <w:sz w:val="32"/>
    </w:rPr>
  </w:style>
  <w:style w:type="character" w:customStyle="1" w:styleId="websiteChar">
    <w:name w:val="website Char"/>
    <w:basedOn w:val="DefaultParagraphFont"/>
    <w:link w:val="website"/>
    <w:rsid w:val="00D405B3"/>
    <w:rPr>
      <w:rFonts w:ascii="Times New Roman" w:hAnsi="Times New Roman"/>
      <w:b/>
      <w:color w:val="411D0E"/>
    </w:rPr>
  </w:style>
  <w:style w:type="paragraph" w:customStyle="1" w:styleId="BodyText02">
    <w:name w:val="Body Text 02"/>
    <w:basedOn w:val="BodyText3"/>
    <w:link w:val="BodyText02Char"/>
    <w:qFormat/>
    <w:rsid w:val="00CD1B7C"/>
    <w:pPr>
      <w:spacing w:after="240" w:line="360" w:lineRule="auto"/>
      <w:jc w:val="both"/>
    </w:pPr>
    <w:rPr>
      <w:rFonts w:ascii="Times New Roman" w:hAnsi="Times New Roman"/>
      <w:color w:val="5D2E29"/>
      <w:sz w:val="20"/>
    </w:rPr>
  </w:style>
  <w:style w:type="character" w:customStyle="1" w:styleId="HEADLINE01Char">
    <w:name w:val="HEADLINE 01 Char"/>
    <w:basedOn w:val="DefaultParagraphFont"/>
    <w:link w:val="HEADLINE01"/>
    <w:rsid w:val="00D405B3"/>
    <w:rPr>
      <w:rFonts w:ascii="Times New Roman" w:hAnsi="Times New Roman"/>
      <w:b/>
      <w:color w:val="5D2E29"/>
      <w:sz w:val="32"/>
    </w:rPr>
  </w:style>
  <w:style w:type="paragraph" w:customStyle="1" w:styleId="captionhere01">
    <w:name w:val="caption here 01"/>
    <w:basedOn w:val="Normal"/>
    <w:link w:val="captionhere01Char"/>
    <w:qFormat/>
    <w:rsid w:val="00D405B3"/>
    <w:pPr>
      <w:spacing w:line="360" w:lineRule="auto"/>
    </w:pPr>
    <w:rPr>
      <w:rFonts w:ascii="Times New Roman" w:hAnsi="Times New Roman"/>
      <w:i/>
      <w:color w:val="5D2E29"/>
      <w:sz w:val="18"/>
    </w:rPr>
  </w:style>
  <w:style w:type="character" w:customStyle="1" w:styleId="BodyText02Char">
    <w:name w:val="Body Text 02 Char"/>
    <w:basedOn w:val="BodyText3Char"/>
    <w:link w:val="BodyText02"/>
    <w:rsid w:val="00CD1B7C"/>
    <w:rPr>
      <w:rFonts w:ascii="Times New Roman" w:hAnsi="Times New Roman"/>
      <w:color w:val="5D2E29"/>
    </w:rPr>
  </w:style>
  <w:style w:type="paragraph" w:customStyle="1" w:styleId="quotehere02">
    <w:name w:val="quote here 02"/>
    <w:basedOn w:val="Normal"/>
    <w:link w:val="quotehere02Char"/>
    <w:qFormat/>
    <w:rsid w:val="00D405B3"/>
    <w:pPr>
      <w:spacing w:line="360" w:lineRule="auto"/>
    </w:pPr>
    <w:rPr>
      <w:rFonts w:ascii="Times New Roman" w:hAnsi="Times New Roman"/>
      <w:b/>
      <w:i/>
      <w:color w:val="411D0E"/>
    </w:rPr>
  </w:style>
  <w:style w:type="character" w:customStyle="1" w:styleId="captionhere01Char">
    <w:name w:val="caption here 01 Char"/>
    <w:basedOn w:val="DefaultParagraphFont"/>
    <w:link w:val="captionhere01"/>
    <w:rsid w:val="00D405B3"/>
    <w:rPr>
      <w:rFonts w:ascii="Times New Roman" w:hAnsi="Times New Roman"/>
      <w:i/>
      <w:color w:val="5D2E29"/>
      <w:sz w:val="18"/>
    </w:rPr>
  </w:style>
  <w:style w:type="character" w:customStyle="1" w:styleId="quotehere02Char">
    <w:name w:val="quote here 02 Char"/>
    <w:basedOn w:val="DefaultParagraphFont"/>
    <w:link w:val="quotehere02"/>
    <w:rsid w:val="00D405B3"/>
    <w:rPr>
      <w:rFonts w:ascii="Times New Roman" w:hAnsi="Times New Roman"/>
      <w:b/>
      <w:i/>
      <w:color w:val="411D0E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60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035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8603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4021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@ycac.ngo.org.a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oe\AppData\Roaming\Microsoft\Templates\HP_WeatheredBook_brochure_TP1037949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HP_WeatheredBook_brochure_TP10379491</Template>
  <TotalTime>0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</dc:creator>
  <cp:lastModifiedBy>Zoe</cp:lastModifiedBy>
  <cp:revision>2</cp:revision>
  <cp:lastPrinted>2014-08-27T00:03:00Z</cp:lastPrinted>
  <dcterms:created xsi:type="dcterms:W3CDTF">2014-11-19T22:04:00Z</dcterms:created>
  <dcterms:modified xsi:type="dcterms:W3CDTF">2014-11-19T22:04:00Z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TC103794919990</vt:lpwstr>
  </property>
</Properties>
</file>